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71078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1B1F77F4" w14:textId="77777777" w:rsidR="002F55A1" w:rsidRPr="00997E44" w:rsidRDefault="002F55A1" w:rsidP="00BE50F7">
      <w:pPr>
        <w:tabs>
          <w:tab w:val="left" w:pos="5535"/>
        </w:tabs>
        <w:rPr>
          <w:sz w:val="6"/>
          <w:lang w:val="fi-FI"/>
        </w:rPr>
      </w:pPr>
      <w:r w:rsidRPr="00997E44">
        <w:rPr>
          <w:sz w:val="14"/>
          <w:lang w:val="fi-FI"/>
        </w:rPr>
        <w:tab/>
      </w:r>
    </w:p>
    <w:p w14:paraId="21499380" w14:textId="77777777" w:rsidR="00960DA1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rPr>
          <w:sz w:val="16"/>
          <w:lang w:val="et-EE"/>
        </w:rPr>
      </w:pPr>
      <w:bookmarkStart w:id="4" w:name="Textfeld"/>
    </w:p>
    <w:p w14:paraId="1EAC5065" w14:textId="77777777" w:rsidR="00960DA1" w:rsidRPr="0052450A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szCs w:val="16"/>
          <w:lang w:val="et-EE"/>
        </w:rPr>
      </w:pPr>
      <w:r>
        <w:rPr>
          <w:sz w:val="16"/>
          <w:lang w:val="et-EE"/>
        </w:rPr>
        <w:t>T</w:t>
      </w:r>
      <w:r w:rsidRPr="007F3B80">
        <w:rPr>
          <w:sz w:val="16"/>
          <w:lang w:val="et-EE"/>
        </w:rPr>
        <w:t>eie</w:t>
      </w:r>
      <w:r>
        <w:rPr>
          <w:sz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Unser_Zeichen"/>
            <w:enabled/>
            <w:calcOnExit w:val="0"/>
            <w:textInput/>
          </w:ffData>
        </w:fldChar>
      </w:r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noProof/>
          <w:sz w:val="16"/>
          <w:szCs w:val="16"/>
          <w:lang w:val="et-EE"/>
        </w:rPr>
        <w:t> </w:t>
      </w:r>
      <w:r w:rsidRPr="0052450A">
        <w:rPr>
          <w:sz w:val="16"/>
          <w:szCs w:val="16"/>
          <w:lang w:val="et-EE"/>
        </w:rPr>
        <w:fldChar w:fldCharType="end"/>
      </w:r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noProof/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5"/>
    </w:p>
    <w:p w14:paraId="539503B0" w14:textId="0353ABA8" w:rsidR="00960DA1" w:rsidRPr="007F3B80" w:rsidRDefault="00960DA1" w:rsidP="00960DA1">
      <w:pPr>
        <w:framePr w:w="4075" w:h="1291" w:hSpace="142" w:wrap="around" w:vAnchor="page" w:hAnchor="page" w:x="7370" w:y="2983" w:anchorLock="1"/>
        <w:tabs>
          <w:tab w:val="left" w:pos="709"/>
          <w:tab w:val="left" w:pos="1134"/>
          <w:tab w:val="left" w:pos="1418"/>
          <w:tab w:val="left" w:pos="2552"/>
          <w:tab w:val="left" w:pos="3402"/>
          <w:tab w:val="left" w:pos="5529"/>
          <w:tab w:val="left" w:pos="7938"/>
        </w:tabs>
        <w:ind w:left="142"/>
        <w:rPr>
          <w:sz w:val="16"/>
          <w:lang w:val="et-EE"/>
        </w:rPr>
      </w:pPr>
      <w:r w:rsidRPr="0052450A">
        <w:rPr>
          <w:sz w:val="16"/>
          <w:szCs w:val="16"/>
          <w:lang w:val="et-EE"/>
        </w:rPr>
        <w:t>Meie</w:t>
      </w:r>
      <w:r>
        <w:rPr>
          <w:sz w:val="16"/>
          <w:szCs w:val="16"/>
          <w:lang w:val="et-EE"/>
        </w:rPr>
        <w:tab/>
      </w:r>
      <w:r w:rsidRPr="0052450A">
        <w:rPr>
          <w:sz w:val="16"/>
          <w:szCs w:val="16"/>
          <w:lang w:val="et-E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Pr="0052450A">
        <w:rPr>
          <w:sz w:val="16"/>
          <w:szCs w:val="16"/>
          <w:lang w:val="et-EE"/>
        </w:rPr>
        <w:instrText xml:space="preserve"> FORMTEXT </w:instrText>
      </w:r>
      <w:r w:rsidRPr="0052450A">
        <w:rPr>
          <w:sz w:val="16"/>
          <w:szCs w:val="16"/>
          <w:lang w:val="et-EE"/>
        </w:rPr>
      </w:r>
      <w:r w:rsidRPr="0052450A">
        <w:rPr>
          <w:sz w:val="16"/>
          <w:szCs w:val="16"/>
          <w:lang w:val="et-EE"/>
        </w:rPr>
        <w:fldChar w:fldCharType="separate"/>
      </w:r>
      <w:r w:rsidR="00AA130B">
        <w:rPr>
          <w:sz w:val="16"/>
          <w:szCs w:val="16"/>
          <w:lang w:val="et-EE"/>
        </w:rPr>
        <w:t>18</w:t>
      </w:r>
      <w:r w:rsidR="004F3289">
        <w:rPr>
          <w:noProof/>
          <w:sz w:val="16"/>
          <w:szCs w:val="16"/>
          <w:lang w:val="et-EE"/>
        </w:rPr>
        <w:t>.0</w:t>
      </w:r>
      <w:r w:rsidR="00AA130B">
        <w:rPr>
          <w:noProof/>
          <w:sz w:val="16"/>
          <w:szCs w:val="16"/>
          <w:lang w:val="et-EE"/>
        </w:rPr>
        <w:t>9</w:t>
      </w:r>
      <w:r w:rsidR="004F3289">
        <w:rPr>
          <w:noProof/>
          <w:sz w:val="16"/>
          <w:szCs w:val="16"/>
          <w:lang w:val="et-EE"/>
        </w:rPr>
        <w:t>.2025i</w:t>
      </w:r>
      <w:r w:rsidRPr="0052450A">
        <w:rPr>
          <w:sz w:val="16"/>
          <w:szCs w:val="16"/>
          <w:lang w:val="et-EE"/>
        </w:rPr>
        <w:fldChar w:fldCharType="end"/>
      </w:r>
      <w:bookmarkEnd w:id="6"/>
      <w:r>
        <w:rPr>
          <w:sz w:val="16"/>
          <w:szCs w:val="16"/>
          <w:lang w:val="et-EE"/>
        </w:rPr>
        <w:t xml:space="preserve"> </w:t>
      </w:r>
      <w:r>
        <w:rPr>
          <w:sz w:val="16"/>
          <w:szCs w:val="16"/>
          <w:lang w:val="et-E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rPr>
          <w:sz w:val="16"/>
          <w:szCs w:val="16"/>
          <w:lang w:val="et-EE"/>
        </w:rPr>
        <w:instrText xml:space="preserve"> FORMTEXT </w:instrText>
      </w:r>
      <w:r>
        <w:rPr>
          <w:sz w:val="16"/>
          <w:szCs w:val="16"/>
          <w:lang w:val="et-EE"/>
        </w:rPr>
      </w:r>
      <w:r>
        <w:rPr>
          <w:sz w:val="16"/>
          <w:szCs w:val="16"/>
          <w:lang w:val="et-EE"/>
        </w:rPr>
        <w:fldChar w:fldCharType="separate"/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 w:rsidR="004F3289">
        <w:rPr>
          <w:sz w:val="16"/>
          <w:szCs w:val="16"/>
          <w:lang w:val="et-EE"/>
        </w:rPr>
        <w:t> </w:t>
      </w:r>
      <w:r>
        <w:rPr>
          <w:sz w:val="16"/>
          <w:szCs w:val="16"/>
          <w:lang w:val="et-EE"/>
        </w:rPr>
        <w:fldChar w:fldCharType="end"/>
      </w:r>
      <w:bookmarkEnd w:id="7"/>
    </w:p>
    <w:p w14:paraId="16BB5E57" w14:textId="77777777" w:rsidR="002F55A1" w:rsidRPr="00997E44" w:rsidRDefault="002F55A1">
      <w:pPr>
        <w:pStyle w:val="Standard1"/>
        <w:rPr>
          <w:sz w:val="2"/>
          <w:lang w:val="et-EE"/>
        </w:rPr>
      </w:pPr>
      <w:r>
        <w:rPr>
          <w:color w:val="FFFFFF"/>
          <w:sz w:val="2"/>
        </w:rPr>
        <w:fldChar w:fldCharType="begin">
          <w:ffData>
            <w:name w:val="Strasse"/>
            <w:enabled w:val="0"/>
            <w:calcOnExit/>
            <w:textInput/>
          </w:ffData>
        </w:fldChar>
      </w:r>
      <w:bookmarkStart w:id="8" w:name="Strasse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Vesse 10</w:t>
      </w:r>
      <w:r>
        <w:rPr>
          <w:color w:val="FFFFFF"/>
          <w:sz w:val="2"/>
        </w:rPr>
        <w:fldChar w:fldCharType="end"/>
      </w:r>
      <w:bookmarkEnd w:id="8"/>
      <w:r>
        <w:rPr>
          <w:color w:val="FFFFFF"/>
          <w:sz w:val="2"/>
        </w:rPr>
        <w:fldChar w:fldCharType="begin">
          <w:ffData>
            <w:name w:val="Ort"/>
            <w:enabled w:val="0"/>
            <w:calcOnExit/>
            <w:textInput/>
          </w:ffData>
        </w:fldChar>
      </w:r>
      <w:bookmarkStart w:id="9" w:name="Ort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3114BF" w:rsidRPr="00997E44">
        <w:rPr>
          <w:color w:val="FFFFFF"/>
          <w:sz w:val="2"/>
          <w:lang w:val="et-EE"/>
        </w:rPr>
        <w:t>11415 Tallinn</w:t>
      </w:r>
      <w:r>
        <w:rPr>
          <w:color w:val="FFFFFF"/>
          <w:sz w:val="2"/>
        </w:rPr>
        <w:fldChar w:fldCharType="end"/>
      </w:r>
      <w:bookmarkEnd w:id="9"/>
      <w:r>
        <w:rPr>
          <w:color w:val="FFFFFF"/>
          <w:sz w:val="2"/>
        </w:rPr>
        <w:fldChar w:fldCharType="begin">
          <w:ffData>
            <w:name w:val="Niederlassung"/>
            <w:enabled w:val="0"/>
            <w:calcOnExit/>
            <w:textInput/>
          </w:ffData>
        </w:fldChar>
      </w:r>
      <w:bookmarkStart w:id="10" w:name="Niederlassung"/>
      <w:r w:rsidRPr="00997E44">
        <w:rPr>
          <w:color w:val="FFFFFF"/>
          <w:sz w:val="2"/>
          <w:lang w:val="et-EE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E15DA8" w:rsidRPr="00997E44">
        <w:rPr>
          <w:noProof/>
          <w:color w:val="FFFFFF"/>
          <w:sz w:val="2"/>
          <w:lang w:val="et-EE"/>
        </w:rPr>
        <w:t>BAUUNTERNEHMUNG</w:t>
      </w:r>
      <w:r>
        <w:rPr>
          <w:color w:val="FFFFFF"/>
          <w:sz w:val="2"/>
        </w:rPr>
        <w:fldChar w:fldCharType="end"/>
      </w:r>
      <w:bookmarkEnd w:id="10"/>
    </w:p>
    <w:p w14:paraId="2D1EFC8F" w14:textId="77777777" w:rsidR="002F55A1" w:rsidRPr="00997E44" w:rsidRDefault="002F55A1">
      <w:pPr>
        <w:pStyle w:val="Flietext"/>
        <w:rPr>
          <w:lang w:val="et-EE"/>
        </w:rPr>
        <w:sectPr w:rsidR="002F55A1" w:rsidRPr="00997E44">
          <w:type w:val="continuous"/>
          <w:pgSz w:w="11907" w:h="16840" w:code="9"/>
          <w:pgMar w:top="2778" w:right="1134" w:bottom="2268" w:left="1134" w:header="720" w:footer="170" w:gutter="0"/>
          <w:cols w:space="720"/>
        </w:sectPr>
      </w:pPr>
    </w:p>
    <w:bookmarkEnd w:id="4"/>
    <w:p w14:paraId="36BF7FE5" w14:textId="221ACC1E" w:rsidR="008E398E" w:rsidRPr="003A20DC" w:rsidRDefault="00F42E50" w:rsidP="003A20DC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ab/>
      </w:r>
    </w:p>
    <w:p w14:paraId="660954BC" w14:textId="77777777" w:rsidR="00B37264" w:rsidRPr="003A20DC" w:rsidRDefault="00B37264" w:rsidP="00B37264">
      <w:pPr>
        <w:pStyle w:val="Flietext"/>
        <w:framePr w:w="4455" w:h="1681" w:hSpace="142" w:wrap="around" w:vAnchor="text" w:hAnchor="page" w:x="1139" w:y="-141" w:anchorLock="1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 xml:space="preserve">Timmo Teder </w:t>
      </w:r>
    </w:p>
    <w:p w14:paraId="0F049C32" w14:textId="77777777" w:rsidR="00B37264" w:rsidRPr="003A20DC" w:rsidRDefault="00B37264" w:rsidP="00B37264">
      <w:pPr>
        <w:pStyle w:val="Flietext"/>
        <w:framePr w:w="4455" w:h="1681" w:hSpace="142" w:wrap="around" w:vAnchor="text" w:hAnchor="page" w:x="1139" w:y="-141" w:anchorLock="1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korrashoiu projektijuht</w:t>
      </w:r>
    </w:p>
    <w:p w14:paraId="3EE8F338" w14:textId="77777777" w:rsidR="00B37264" w:rsidRPr="003A20DC" w:rsidRDefault="00B37264" w:rsidP="00B37264">
      <w:pPr>
        <w:pStyle w:val="Flietext"/>
        <w:framePr w:w="4455" w:h="1681" w:hSpace="142" w:wrap="around" w:vAnchor="text" w:hAnchor="page" w:x="1139" w:y="-141" w:anchorLock="1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korrashoiu ja liikluskorralduse üksus, põhja osakond</w:t>
      </w:r>
    </w:p>
    <w:p w14:paraId="09C78902" w14:textId="77777777" w:rsidR="00B37264" w:rsidRPr="003A20DC" w:rsidRDefault="00B37264" w:rsidP="00B37264">
      <w:pPr>
        <w:pStyle w:val="Flietext"/>
        <w:framePr w:w="4455" w:h="1681" w:hSpace="142" w:wrap="around" w:vAnchor="text" w:hAnchor="page" w:x="1139" w:y="-141" w:anchorLock="1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E-aadress: timmo.teder@transpordiamet.ee</w:t>
      </w:r>
    </w:p>
    <w:p w14:paraId="02B746E8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4C27F1AC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336F2097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494207D0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053290EE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7FEEB02E" w14:textId="77777777" w:rsidR="00C02A55" w:rsidRPr="003A20DC" w:rsidRDefault="00C02A5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rPr>
          <w:rFonts w:asciiTheme="majorBidi" w:hAnsiTheme="majorBidi" w:cstheme="majorBidi"/>
          <w:sz w:val="24"/>
          <w:szCs w:val="24"/>
          <w:lang w:val="et-EE"/>
        </w:rPr>
      </w:pPr>
    </w:p>
    <w:p w14:paraId="1FD02C89" w14:textId="77777777" w:rsidR="00EC0115" w:rsidRPr="003A20DC" w:rsidRDefault="007F3B80" w:rsidP="00EC011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noProof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fldChar w:fldCharType="begin"/>
      </w:r>
      <w:r w:rsidRPr="003A20DC">
        <w:rPr>
          <w:rFonts w:asciiTheme="majorBidi" w:hAnsiTheme="majorBidi" w:cstheme="majorBidi"/>
          <w:sz w:val="24"/>
          <w:szCs w:val="24"/>
          <w:lang w:val="et-EE"/>
        </w:rPr>
        <w:instrText xml:space="preserve"> MERGEFIELD  Pealkiri </w:instrText>
      </w:r>
      <w:r w:rsidRPr="003A20DC">
        <w:rPr>
          <w:rFonts w:asciiTheme="majorBidi" w:hAnsiTheme="majorBidi" w:cstheme="majorBidi"/>
          <w:sz w:val="24"/>
          <w:szCs w:val="24"/>
          <w:lang w:val="et-EE"/>
        </w:rPr>
        <w:fldChar w:fldCharType="separate"/>
      </w:r>
      <w:r w:rsidR="00EC0115" w:rsidRPr="003A20DC">
        <w:rPr>
          <w:rFonts w:asciiTheme="majorBidi" w:hAnsiTheme="majorBidi" w:cstheme="majorBidi"/>
          <w:noProof/>
          <w:sz w:val="24"/>
          <w:szCs w:val="24"/>
          <w:lang w:val="et-EE"/>
        </w:rPr>
        <w:t>Taotlus</w:t>
      </w:r>
      <w:r w:rsidRPr="003A20DC">
        <w:rPr>
          <w:rFonts w:asciiTheme="majorBidi" w:hAnsiTheme="majorBidi" w:cstheme="majorBidi"/>
          <w:noProof/>
          <w:sz w:val="24"/>
          <w:szCs w:val="24"/>
          <w:lang w:val="et-EE"/>
        </w:rPr>
        <w:fldChar w:fldCharType="end"/>
      </w:r>
    </w:p>
    <w:p w14:paraId="65B38838" w14:textId="77777777" w:rsidR="00EC0115" w:rsidRPr="003A20DC" w:rsidRDefault="00EC0115" w:rsidP="00EC0115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noProof/>
          <w:sz w:val="24"/>
          <w:szCs w:val="24"/>
          <w:lang w:val="et-EE"/>
        </w:rPr>
      </w:pPr>
    </w:p>
    <w:p w14:paraId="6C888A28" w14:textId="06B5E9A6" w:rsidR="00B02FAD" w:rsidRPr="003A20DC" w:rsidRDefault="00917F0A" w:rsidP="00B02FAD">
      <w:pPr>
        <w:spacing w:after="200" w:line="276" w:lineRule="auto"/>
        <w:rPr>
          <w:rFonts w:asciiTheme="majorBidi" w:hAnsiTheme="majorBidi" w:cstheme="majorBidi"/>
          <w:sz w:val="24"/>
          <w:szCs w:val="24"/>
          <w:lang w:val="et-EE" w:eastAsia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Palun kooskõlastada</w:t>
      </w:r>
      <w:r w:rsidR="00B64468" w:rsidRPr="003A20DC">
        <w:rPr>
          <w:rFonts w:asciiTheme="majorBidi" w:hAnsiTheme="majorBidi" w:cstheme="majorBidi"/>
          <w:color w:val="000000"/>
          <w:sz w:val="24"/>
          <w:szCs w:val="24"/>
          <w:lang w:val="et-EE"/>
        </w:rPr>
        <w:t xml:space="preserve"> </w:t>
      </w:r>
      <w:r w:rsidR="00B64468" w:rsidRPr="003A20DC">
        <w:rPr>
          <w:rFonts w:asciiTheme="majorBidi" w:hAnsiTheme="majorBidi" w:cstheme="majorBidi"/>
          <w:sz w:val="24"/>
          <w:szCs w:val="24"/>
          <w:lang w:val="et-EE"/>
        </w:rPr>
        <w:t xml:space="preserve">29 Märjamaa-Koluvere km </w:t>
      </w:r>
      <w:r w:rsidR="00B64468" w:rsidRPr="003A20DC">
        <w:rPr>
          <w:rFonts w:asciiTheme="majorBidi" w:hAnsiTheme="majorBidi" w:cstheme="majorBidi"/>
          <w:color w:val="000000"/>
          <w:sz w:val="24"/>
          <w:szCs w:val="24"/>
          <w:lang w:val="et-EE"/>
        </w:rPr>
        <w:t>21,706-21,990</w:t>
      </w:r>
      <w:r w:rsidR="00BF239C" w:rsidRPr="003A20DC">
        <w:rPr>
          <w:rFonts w:asciiTheme="majorBidi" w:hAnsiTheme="majorBidi" w:cstheme="majorBidi"/>
          <w:color w:val="000000"/>
          <w:sz w:val="24"/>
          <w:szCs w:val="24"/>
          <w:lang w:val="et-EE"/>
        </w:rPr>
        <w:t xml:space="preserve"> </w:t>
      </w:r>
      <w:r w:rsidR="00B64468" w:rsidRPr="003A20DC">
        <w:rPr>
          <w:rFonts w:asciiTheme="majorBidi" w:hAnsiTheme="majorBidi" w:cstheme="majorBidi"/>
          <w:color w:val="000000"/>
          <w:sz w:val="24"/>
          <w:szCs w:val="24"/>
          <w:lang w:val="et-EE"/>
        </w:rPr>
        <w:t xml:space="preserve">ja km 24,784-24,979 </w:t>
      </w:r>
      <w:r w:rsidR="00BF239C" w:rsidRPr="003A20DC">
        <w:rPr>
          <w:rFonts w:asciiTheme="majorBidi" w:hAnsiTheme="majorBidi" w:cstheme="majorBidi"/>
          <w:sz w:val="24"/>
          <w:szCs w:val="24"/>
          <w:lang w:val="et-EE"/>
        </w:rPr>
        <w:t>asfalteerimise</w:t>
      </w:r>
      <w:r w:rsidR="00A5334F" w:rsidRPr="003A20DC">
        <w:rPr>
          <w:rFonts w:asciiTheme="majorBidi" w:hAnsiTheme="majorBidi" w:cstheme="majorBidi"/>
          <w:sz w:val="24"/>
          <w:szCs w:val="24"/>
          <w:lang w:val="et-EE"/>
        </w:rPr>
        <w:t xml:space="preserve"> tööde teostamiseks</w:t>
      </w:r>
      <w:r w:rsidR="002C62DF" w:rsidRPr="003A20DC">
        <w:rPr>
          <w:rFonts w:asciiTheme="majorBidi" w:hAnsiTheme="majorBidi" w:cstheme="majorBidi"/>
          <w:sz w:val="24"/>
          <w:szCs w:val="24"/>
          <w:lang w:val="et-EE"/>
        </w:rPr>
        <w:t xml:space="preserve"> alltöövõtja</w:t>
      </w:r>
      <w:r w:rsidR="00DF7D02" w:rsidRPr="003A20DC">
        <w:rPr>
          <w:rFonts w:asciiTheme="majorBidi" w:hAnsiTheme="majorBidi" w:cstheme="majorBidi"/>
          <w:sz w:val="24"/>
          <w:szCs w:val="24"/>
          <w:lang w:val="et-EE"/>
        </w:rPr>
        <w:t>ks</w:t>
      </w:r>
      <w:r w:rsidR="002C62DF" w:rsidRPr="003A20DC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1D58A9" w:rsidRPr="003A20DC">
        <w:rPr>
          <w:rFonts w:asciiTheme="majorBidi" w:hAnsiTheme="majorBidi" w:cstheme="majorBidi"/>
          <w:sz w:val="24"/>
          <w:szCs w:val="24"/>
          <w:lang w:val="et-EE"/>
        </w:rPr>
        <w:t>TALLINNA TEEDE AKTSIASELT</w:t>
      </w:r>
      <w:r w:rsidR="00340AA8" w:rsidRPr="003A20DC">
        <w:rPr>
          <w:rFonts w:asciiTheme="majorBidi" w:hAnsiTheme="majorBidi" w:cstheme="majorBidi"/>
          <w:sz w:val="24"/>
          <w:szCs w:val="24"/>
          <w:lang w:val="et-EE"/>
        </w:rPr>
        <w:t>S</w:t>
      </w:r>
      <w:r w:rsidR="00BE3CBA" w:rsidRPr="003A20DC">
        <w:rPr>
          <w:rFonts w:asciiTheme="majorBidi" w:hAnsiTheme="majorBidi" w:cstheme="majorBidi"/>
          <w:sz w:val="24"/>
          <w:szCs w:val="24"/>
          <w:lang w:val="et-EE"/>
        </w:rPr>
        <w:t>,</w:t>
      </w:r>
      <w:r w:rsidR="00B02FAD" w:rsidRPr="003A20DC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DF7D02" w:rsidRPr="003A20DC">
        <w:rPr>
          <w:rFonts w:asciiTheme="majorBidi" w:hAnsiTheme="majorBidi" w:cstheme="majorBidi"/>
          <w:sz w:val="24"/>
          <w:szCs w:val="24"/>
          <w:lang w:val="et-EE"/>
        </w:rPr>
        <w:t xml:space="preserve">kontaktisik/projektijuht </w:t>
      </w:r>
      <w:r w:rsidR="00284DF6" w:rsidRPr="003A20DC">
        <w:rPr>
          <w:rFonts w:asciiTheme="majorBidi" w:hAnsiTheme="majorBidi" w:cstheme="majorBidi"/>
          <w:sz w:val="24"/>
          <w:szCs w:val="24"/>
          <w:lang w:val="et-EE"/>
        </w:rPr>
        <w:t>Rainer Barjabin</w:t>
      </w:r>
      <w:r w:rsidR="00F23AD4" w:rsidRPr="003A20DC">
        <w:rPr>
          <w:rFonts w:asciiTheme="majorBidi" w:hAnsiTheme="majorBidi" w:cstheme="majorBidi"/>
          <w:sz w:val="24"/>
          <w:szCs w:val="24"/>
          <w:lang w:val="et-EE"/>
        </w:rPr>
        <w:t>.</w:t>
      </w:r>
    </w:p>
    <w:p w14:paraId="7D68F6E8" w14:textId="4D29011D" w:rsidR="00B804B3" w:rsidRPr="003A20DC" w:rsidRDefault="00B804B3" w:rsidP="00721B86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sz w:val="24"/>
          <w:szCs w:val="24"/>
          <w:lang w:val="et-EE"/>
        </w:rPr>
      </w:pPr>
    </w:p>
    <w:p w14:paraId="04EC9EC8" w14:textId="5A7D3D66" w:rsidR="002F089B" w:rsidRPr="003A20DC" w:rsidRDefault="00EC0115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 xml:space="preserve">Lugupidamisega </w:t>
      </w:r>
    </w:p>
    <w:p w14:paraId="757F650E" w14:textId="2E31396E" w:rsidR="00917F0A" w:rsidRPr="003A20DC" w:rsidRDefault="00917F0A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Vello Voolaid</w:t>
      </w:r>
    </w:p>
    <w:p w14:paraId="5FECC0D0" w14:textId="7825676E" w:rsidR="00F30105" w:rsidRPr="003A20DC" w:rsidRDefault="00F30105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>Projektijuht</w:t>
      </w:r>
    </w:p>
    <w:p w14:paraId="796778EB" w14:textId="2112C293" w:rsidR="002F089B" w:rsidRPr="003A20DC" w:rsidRDefault="002F089B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3A20DC">
        <w:rPr>
          <w:rFonts w:asciiTheme="majorBidi" w:hAnsiTheme="majorBidi" w:cstheme="majorBidi"/>
          <w:sz w:val="24"/>
          <w:szCs w:val="24"/>
          <w:lang w:val="et-EE"/>
        </w:rPr>
        <w:t xml:space="preserve">Leonhard </w:t>
      </w:r>
      <w:proofErr w:type="spellStart"/>
      <w:r w:rsidRPr="003A20DC">
        <w:rPr>
          <w:rFonts w:asciiTheme="majorBidi" w:hAnsiTheme="majorBidi" w:cstheme="majorBidi"/>
          <w:sz w:val="24"/>
          <w:szCs w:val="24"/>
          <w:lang w:val="et-EE"/>
        </w:rPr>
        <w:t>Weiss</w:t>
      </w:r>
      <w:proofErr w:type="spellEnd"/>
      <w:r w:rsidRPr="003A20DC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proofErr w:type="spellStart"/>
      <w:r w:rsidRPr="003A20DC">
        <w:rPr>
          <w:rFonts w:asciiTheme="majorBidi" w:hAnsiTheme="majorBidi" w:cstheme="majorBidi"/>
          <w:sz w:val="24"/>
          <w:szCs w:val="24"/>
          <w:lang w:val="et-EE"/>
        </w:rPr>
        <w:t>Viater</w:t>
      </w:r>
      <w:proofErr w:type="spellEnd"/>
      <w:r w:rsidRPr="003A20DC">
        <w:rPr>
          <w:rFonts w:asciiTheme="majorBidi" w:hAnsiTheme="majorBidi" w:cstheme="majorBidi"/>
          <w:sz w:val="24"/>
          <w:szCs w:val="24"/>
          <w:lang w:val="et-EE"/>
        </w:rPr>
        <w:t xml:space="preserve"> OÜ</w:t>
      </w:r>
    </w:p>
    <w:p w14:paraId="2EBE9DD3" w14:textId="77777777" w:rsidR="00A4017F" w:rsidRDefault="00A4017F" w:rsidP="001A616B">
      <w:pPr>
        <w:pStyle w:val="Flietext"/>
        <w:tabs>
          <w:tab w:val="clear" w:pos="1418"/>
          <w:tab w:val="clear" w:pos="2835"/>
          <w:tab w:val="clear" w:pos="4253"/>
          <w:tab w:val="clear" w:pos="5670"/>
          <w:tab w:val="clear" w:pos="7088"/>
        </w:tabs>
        <w:jc w:val="both"/>
        <w:rPr>
          <w:sz w:val="20"/>
          <w:szCs w:val="18"/>
          <w:lang w:val="et-EE"/>
        </w:rPr>
      </w:pPr>
    </w:p>
    <w:sectPr w:rsidR="00A4017F" w:rsidSect="004D7A8C">
      <w:headerReference w:type="default" r:id="rId15"/>
      <w:footerReference w:type="default" r:id="rId16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1FDC" w14:textId="77777777" w:rsidR="00946CCD" w:rsidRDefault="00946CCD">
      <w:r>
        <w:separator/>
      </w:r>
    </w:p>
  </w:endnote>
  <w:endnote w:type="continuationSeparator" w:id="0">
    <w:p w14:paraId="7C827D2E" w14:textId="77777777" w:rsidR="00946CCD" w:rsidRDefault="0094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8EF5" w14:textId="77777777" w:rsidR="002F467C" w:rsidRDefault="00C41251" w:rsidP="00C02A55">
    <w:pPr>
      <w:pStyle w:val="Pis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F1DF89F" wp14:editId="5BD79BA4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ABF09" w14:textId="77777777" w:rsidR="00D33E5E" w:rsidRPr="00D33E5E" w:rsidRDefault="00D33E5E" w:rsidP="00D33E5E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  <w:r w:rsidRPr="00D33E5E">
                            <w:rPr>
                              <w:b w:val="0"/>
                              <w:lang w:val="en-US"/>
                            </w:rPr>
                            <w:t xml:space="preserve">Index: </w:t>
                          </w:r>
                          <w:bookmarkStart w:id="0" w:name="document_short_name"/>
                          <w:r w:rsidRPr="00D33E5E">
                            <w:rPr>
                              <w:b w:val="0"/>
                              <w:lang w:val="en-US"/>
                            </w:rPr>
                            <w:t>FB_LW_EE VE_0001</w:t>
                          </w:r>
                          <w:bookmarkEnd w:id="0"/>
                          <w:r w:rsidRPr="00D33E5E">
                            <w:rPr>
                              <w:b w:val="0"/>
                              <w:lang w:val="en-US"/>
                            </w:rPr>
                            <w:t>-</w:t>
                          </w:r>
                          <w:bookmarkStart w:id="1" w:name="version"/>
                          <w:r w:rsidRPr="00D33E5E">
                            <w:rPr>
                              <w:b w:val="0"/>
                              <w:lang w:val="en-US"/>
                            </w:rPr>
                            <w:t>1.5</w:t>
                          </w:r>
                          <w:bookmarkEnd w:id="1"/>
                        </w:p>
                        <w:p w14:paraId="74FFC203" w14:textId="77777777" w:rsidR="002F467C" w:rsidRPr="00D33E5E" w:rsidRDefault="002F467C">
                          <w:pPr>
                            <w:pStyle w:val="Pealkiri2"/>
                            <w:rPr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DF89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797ABF09" w14:textId="77777777" w:rsidR="00D33E5E" w:rsidRPr="00D33E5E" w:rsidRDefault="00D33E5E" w:rsidP="00D33E5E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  <w:r w:rsidRPr="00D33E5E">
                      <w:rPr>
                        <w:b w:val="0"/>
                        <w:lang w:val="en-US"/>
                      </w:rPr>
                      <w:t xml:space="preserve">Index: </w:t>
                    </w:r>
                    <w:bookmarkStart w:id="2" w:name="document_short_name"/>
                    <w:r w:rsidRPr="00D33E5E">
                      <w:rPr>
                        <w:b w:val="0"/>
                        <w:lang w:val="en-US"/>
                      </w:rPr>
                      <w:t>FB_LW_EE VE_0001</w:t>
                    </w:r>
                    <w:bookmarkEnd w:id="2"/>
                    <w:r w:rsidRPr="00D33E5E">
                      <w:rPr>
                        <w:b w:val="0"/>
                        <w:lang w:val="en-US"/>
                      </w:rPr>
                      <w:t>-</w:t>
                    </w:r>
                    <w:bookmarkStart w:id="3" w:name="version"/>
                    <w:r w:rsidRPr="00D33E5E">
                      <w:rPr>
                        <w:b w:val="0"/>
                        <w:lang w:val="en-US"/>
                      </w:rPr>
                      <w:t>1.5</w:t>
                    </w:r>
                    <w:bookmarkEnd w:id="3"/>
                  </w:p>
                  <w:p w14:paraId="74FFC203" w14:textId="77777777" w:rsidR="002F467C" w:rsidRPr="00D33E5E" w:rsidRDefault="002F467C">
                    <w:pPr>
                      <w:pStyle w:val="Pealkiri2"/>
                      <w:rPr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828"/>
      <w:gridCol w:w="2409"/>
      <w:gridCol w:w="3854"/>
    </w:tblGrid>
    <w:tr w:rsidR="002F467C" w:rsidRPr="009A38B2" w14:paraId="3B7855EB" w14:textId="77777777" w:rsidTr="006D04BF">
      <w:trPr>
        <w:trHeight w:val="284"/>
      </w:trPr>
      <w:tc>
        <w:tcPr>
          <w:tcW w:w="3828" w:type="dxa"/>
        </w:tcPr>
        <w:p w14:paraId="1D693AED" w14:textId="77777777" w:rsidR="008F0874" w:rsidRPr="009A38B2" w:rsidRDefault="008F0874" w:rsidP="00F732E3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 xml:space="preserve">LEONHARD WEISS </w:t>
          </w:r>
          <w:r w:rsidR="006D04BF" w:rsidRPr="009A38B2">
            <w:rPr>
              <w:sz w:val="14"/>
              <w:szCs w:val="14"/>
            </w:rPr>
            <w:t xml:space="preserve">VIATER </w:t>
          </w:r>
          <w:r w:rsidRPr="009A38B2">
            <w:rPr>
              <w:sz w:val="14"/>
              <w:szCs w:val="14"/>
            </w:rPr>
            <w:t>OÜ, Vesse 8, 11415 Tallinn</w:t>
          </w:r>
        </w:p>
        <w:p w14:paraId="69065B8E" w14:textId="77777777" w:rsidR="008F0874" w:rsidRPr="009A38B2" w:rsidRDefault="00C02A55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estonia@leonhard-weiss.com, www.leonhard-weiss.ee</w:t>
          </w:r>
        </w:p>
        <w:p w14:paraId="33F33F09" w14:textId="77777777" w:rsidR="00C02A55" w:rsidRPr="009A38B2" w:rsidRDefault="00E77FB8" w:rsidP="008F0874">
          <w:pPr>
            <w:pStyle w:val="Pis"/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>Tel +372 6</w:t>
          </w:r>
          <w:r w:rsidR="009A38B2" w:rsidRPr="009A38B2">
            <w:rPr>
              <w:sz w:val="14"/>
              <w:szCs w:val="14"/>
            </w:rPr>
            <w:t>22</w:t>
          </w:r>
          <w:r w:rsidRPr="009A38B2">
            <w:rPr>
              <w:sz w:val="14"/>
              <w:szCs w:val="14"/>
            </w:rPr>
            <w:t xml:space="preserve"> </w:t>
          </w:r>
          <w:r w:rsidR="009A38B2" w:rsidRPr="009A38B2">
            <w:rPr>
              <w:sz w:val="14"/>
              <w:szCs w:val="14"/>
            </w:rPr>
            <w:t>9</w:t>
          </w:r>
          <w:r w:rsidR="009A38B2">
            <w:rPr>
              <w:sz w:val="14"/>
              <w:szCs w:val="14"/>
            </w:rPr>
            <w:t>292</w:t>
          </w:r>
        </w:p>
        <w:p w14:paraId="15C61E0E" w14:textId="77777777" w:rsidR="005B3FD4" w:rsidRPr="006D04BF" w:rsidRDefault="005B3FD4" w:rsidP="005B3FD4">
          <w:pPr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IBAN </w:t>
          </w:r>
          <w:r w:rsidR="006D04BF" w:rsidRPr="006D04BF">
            <w:rPr>
              <w:rFonts w:cs="Arial"/>
              <w:bCs/>
              <w:sz w:val="14"/>
              <w:szCs w:val="14"/>
              <w:lang w:val="et-EE"/>
            </w:rPr>
            <w:t>EE382200221010655787</w:t>
          </w:r>
        </w:p>
        <w:p w14:paraId="6C7BB422" w14:textId="77777777" w:rsidR="002F467C" w:rsidRPr="009A38B2" w:rsidRDefault="009104C2" w:rsidP="00152F55">
          <w:pPr>
            <w:rPr>
              <w:sz w:val="14"/>
              <w:szCs w:val="14"/>
            </w:rPr>
          </w:pPr>
          <w:r w:rsidRPr="006D04BF">
            <w:rPr>
              <w:sz w:val="14"/>
              <w:szCs w:val="14"/>
              <w:lang w:val="et-EE"/>
            </w:rPr>
            <w:t>Pa</w:t>
          </w:r>
          <w:r w:rsidR="005B3FD4" w:rsidRPr="006D04BF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409" w:type="dxa"/>
          <w:tcBorders>
            <w:left w:val="nil"/>
          </w:tcBorders>
        </w:tcPr>
        <w:p w14:paraId="60BA6D44" w14:textId="77777777" w:rsidR="002F467C" w:rsidRPr="009A38B2" w:rsidRDefault="004D7A8C" w:rsidP="004D7A8C">
          <w:pPr>
            <w:pStyle w:val="Pis"/>
            <w:tabs>
              <w:tab w:val="left" w:pos="197"/>
            </w:tabs>
            <w:rPr>
              <w:sz w:val="14"/>
              <w:szCs w:val="14"/>
            </w:rPr>
          </w:pPr>
          <w:r w:rsidRPr="009A38B2">
            <w:rPr>
              <w:sz w:val="14"/>
              <w:szCs w:val="14"/>
            </w:rPr>
            <w:tab/>
          </w:r>
        </w:p>
      </w:tc>
      <w:tc>
        <w:tcPr>
          <w:tcW w:w="3854" w:type="dxa"/>
        </w:tcPr>
        <w:p w14:paraId="6AFEBFB6" w14:textId="77777777" w:rsidR="008F0874" w:rsidRPr="006D04BF" w:rsidRDefault="008F0874" w:rsidP="008F0874">
          <w:pPr>
            <w:pStyle w:val="Pis"/>
            <w:rPr>
              <w:sz w:val="14"/>
              <w:szCs w:val="14"/>
              <w:lang w:val="et-EE"/>
            </w:rPr>
          </w:pPr>
          <w:r w:rsidRPr="006D04BF">
            <w:rPr>
              <w:sz w:val="14"/>
              <w:szCs w:val="14"/>
              <w:lang w:val="et-EE"/>
            </w:rPr>
            <w:t xml:space="preserve">Reg nr </w:t>
          </w:r>
          <w:r w:rsidR="006D04BF" w:rsidRPr="006D04BF">
            <w:rPr>
              <w:rFonts w:eastAsia="ArialMT" w:cs="Arial"/>
              <w:sz w:val="14"/>
              <w:szCs w:val="14"/>
              <w:lang w:val="et-EE" w:eastAsia="de-DE"/>
            </w:rPr>
            <w:t>10406105</w:t>
          </w:r>
        </w:p>
        <w:p w14:paraId="4A0DAC8B" w14:textId="77777777" w:rsidR="002D6501" w:rsidRPr="00E24EB3" w:rsidRDefault="002D6501" w:rsidP="00F65421">
          <w:pPr>
            <w:pStyle w:val="Pis"/>
            <w:rPr>
              <w:sz w:val="14"/>
              <w:szCs w:val="14"/>
              <w:lang w:val="nb-NO"/>
            </w:rPr>
          </w:pPr>
        </w:p>
        <w:p w14:paraId="09A11B0E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0497914D" w14:textId="77777777" w:rsidR="006F3DC7" w:rsidRDefault="006F3DC7" w:rsidP="008378E3">
          <w:pPr>
            <w:tabs>
              <w:tab w:val="left" w:pos="5535"/>
            </w:tabs>
            <w:rPr>
              <w:rFonts w:cs="Arial"/>
              <w:sz w:val="14"/>
              <w:szCs w:val="14"/>
              <w:lang w:val="et-EE"/>
            </w:rPr>
          </w:pPr>
        </w:p>
        <w:p w14:paraId="45ADE6B4" w14:textId="77777777" w:rsidR="002F467C" w:rsidRPr="006D04BF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6D04BF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6D04BF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6D04BF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6D04BF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1284D9A3" w14:textId="77777777" w:rsidR="002F467C" w:rsidRPr="00C94605" w:rsidRDefault="002F4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0C22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10644F40" w14:textId="77777777">
      <w:tc>
        <w:tcPr>
          <w:tcW w:w="5557" w:type="dxa"/>
        </w:tcPr>
        <w:p w14:paraId="248E455A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01074EBD" w14:textId="77777777" w:rsidR="002F467C" w:rsidRDefault="002F467C">
          <w:pPr>
            <w:pStyle w:val="Jalus"/>
            <w:rPr>
              <w:sz w:val="16"/>
            </w:rPr>
          </w:pPr>
        </w:p>
      </w:tc>
    </w:tr>
  </w:tbl>
  <w:p w14:paraId="734112A1" w14:textId="77777777" w:rsidR="002F467C" w:rsidRDefault="002F46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F7802" w14:textId="77777777" w:rsidR="00946CCD" w:rsidRDefault="00946CCD">
      <w:r>
        <w:separator/>
      </w:r>
    </w:p>
  </w:footnote>
  <w:footnote w:type="continuationSeparator" w:id="0">
    <w:p w14:paraId="09747B97" w14:textId="77777777" w:rsidR="00946CCD" w:rsidRDefault="00946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9A93" w14:textId="77777777" w:rsidR="002F467C" w:rsidRDefault="002F467C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</w:rPr>
      <w:t>3</w:t>
    </w:r>
    <w:r>
      <w:rPr>
        <w:rStyle w:val="Lehekljenumber"/>
      </w:rPr>
      <w:fldChar w:fldCharType="end"/>
    </w:r>
  </w:p>
  <w:p w14:paraId="45289DF8" w14:textId="77777777" w:rsidR="002F467C" w:rsidRDefault="002F467C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164B" w14:textId="77777777" w:rsidR="002F467C" w:rsidRDefault="004D7A8C" w:rsidP="004D7A8C">
    <w:pPr>
      <w:pStyle w:val="Pis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eastAsia="de-DE"/>
      </w:rPr>
      <w:drawing>
        <wp:inline distT="0" distB="0" distL="0" distR="0" wp14:anchorId="6C61B6D3" wp14:editId="7BAFB775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B24" w14:textId="77777777" w:rsidR="002F467C" w:rsidRDefault="002F467C">
    <w:pPr>
      <w:pStyle w:val="Pis"/>
    </w:pPr>
  </w:p>
  <w:p w14:paraId="00BB6427" w14:textId="77777777" w:rsidR="002F467C" w:rsidRDefault="002F467C">
    <w:pPr>
      <w:pStyle w:val="Pis"/>
    </w:pPr>
  </w:p>
  <w:p w14:paraId="2FFDD5C1" w14:textId="77777777" w:rsidR="002F467C" w:rsidRDefault="002F467C">
    <w:pPr>
      <w:pStyle w:val="Pis"/>
    </w:pPr>
  </w:p>
  <w:p w14:paraId="37FE2B2F" w14:textId="77777777" w:rsidR="002F467C" w:rsidRDefault="002F467C">
    <w:pPr>
      <w:pStyle w:val="Pis"/>
    </w:pPr>
  </w:p>
  <w:p w14:paraId="2CCB8201" w14:textId="77777777" w:rsidR="002F467C" w:rsidRDefault="002F467C">
    <w:pPr>
      <w:pStyle w:val="Pis"/>
    </w:pPr>
  </w:p>
  <w:p w14:paraId="16472CF1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Lehekljenumber"/>
      </w:rPr>
      <w:t>- 2 -</w:t>
    </w:r>
  </w:p>
  <w:p w14:paraId="4393E574" w14:textId="77777777" w:rsidR="002F467C" w:rsidRDefault="002F467C">
    <w:pPr>
      <w:pStyle w:val="Pis"/>
    </w:pPr>
  </w:p>
  <w:p w14:paraId="1BD66D0F" w14:textId="77777777" w:rsidR="002F467C" w:rsidRDefault="002F467C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D6D7" w14:textId="77777777" w:rsidR="002F467C" w:rsidRDefault="001E1BAF" w:rsidP="001E1BAF">
    <w:pPr>
      <w:tabs>
        <w:tab w:val="center" w:pos="4760"/>
      </w:tabs>
      <w:rPr>
        <w:rStyle w:val="Lehekljenumber"/>
      </w:rPr>
    </w:pPr>
    <w:r>
      <w:rPr>
        <w:rStyle w:val="Lehekljenumber"/>
      </w:rPr>
      <w:tab/>
      <w:t xml:space="preserve">- </w:t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C02A55">
      <w:rPr>
        <w:rStyle w:val="Lehekljenumber"/>
        <w:noProof/>
      </w:rPr>
      <w:t>2</w:t>
    </w:r>
    <w:r>
      <w:rPr>
        <w:rStyle w:val="Lehekljenumber"/>
      </w:rPr>
      <w:fldChar w:fldCharType="end"/>
    </w:r>
    <w:r>
      <w:rPr>
        <w:rStyle w:val="Lehekljenumber"/>
      </w:rPr>
      <w:t xml:space="preserve"> -</w:t>
    </w:r>
  </w:p>
  <w:p w14:paraId="00AEC4B6" w14:textId="77777777" w:rsidR="001E1BAF" w:rsidRDefault="001E1BAF" w:rsidP="001E1BAF">
    <w:pPr>
      <w:tabs>
        <w:tab w:val="center" w:pos="4760"/>
      </w:tabs>
    </w:pPr>
  </w:p>
  <w:p w14:paraId="4BBD1BFC" w14:textId="77777777" w:rsidR="001E1BAF" w:rsidRDefault="001E1BAF" w:rsidP="001E1BAF">
    <w:pPr>
      <w:tabs>
        <w:tab w:val="center" w:pos="4760"/>
      </w:tabs>
    </w:pPr>
  </w:p>
  <w:p w14:paraId="30E77049" w14:textId="77777777" w:rsidR="001E1BAF" w:rsidRDefault="001E1BAF" w:rsidP="001E1BAF">
    <w:pPr>
      <w:tabs>
        <w:tab w:val="center" w:pos="4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C39"/>
    <w:multiLevelType w:val="hybridMultilevel"/>
    <w:tmpl w:val="792C31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6697"/>
    <w:multiLevelType w:val="hybridMultilevel"/>
    <w:tmpl w:val="74BAA42E"/>
    <w:lvl w:ilvl="0" w:tplc="EF8099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DD43A5"/>
    <w:multiLevelType w:val="hybridMultilevel"/>
    <w:tmpl w:val="C0ECC1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800FF"/>
    <w:multiLevelType w:val="hybridMultilevel"/>
    <w:tmpl w:val="E9C4B24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151577">
    <w:abstractNumId w:val="0"/>
  </w:num>
  <w:num w:numId="2" w16cid:durableId="1356154355">
    <w:abstractNumId w:val="2"/>
  </w:num>
  <w:num w:numId="3" w16cid:durableId="1961305149">
    <w:abstractNumId w:val="3"/>
  </w:num>
  <w:num w:numId="4" w16cid:durableId="20121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19"/>
    <w:rsid w:val="00007FA8"/>
    <w:rsid w:val="0002787B"/>
    <w:rsid w:val="0003067A"/>
    <w:rsid w:val="00030C3D"/>
    <w:rsid w:val="00034E0D"/>
    <w:rsid w:val="00040BA7"/>
    <w:rsid w:val="0004176C"/>
    <w:rsid w:val="00042CF0"/>
    <w:rsid w:val="000625AC"/>
    <w:rsid w:val="0006561F"/>
    <w:rsid w:val="000657AB"/>
    <w:rsid w:val="00070EA7"/>
    <w:rsid w:val="00080DEB"/>
    <w:rsid w:val="000833BA"/>
    <w:rsid w:val="00093D8E"/>
    <w:rsid w:val="000C6209"/>
    <w:rsid w:val="000D4621"/>
    <w:rsid w:val="000F088C"/>
    <w:rsid w:val="00106D67"/>
    <w:rsid w:val="001178D9"/>
    <w:rsid w:val="00132953"/>
    <w:rsid w:val="00133EDA"/>
    <w:rsid w:val="00143D24"/>
    <w:rsid w:val="00152F55"/>
    <w:rsid w:val="00167429"/>
    <w:rsid w:val="00176CCC"/>
    <w:rsid w:val="00180485"/>
    <w:rsid w:val="00194A1D"/>
    <w:rsid w:val="001A0EBF"/>
    <w:rsid w:val="001A616B"/>
    <w:rsid w:val="001B3767"/>
    <w:rsid w:val="001D58A9"/>
    <w:rsid w:val="001E1BAF"/>
    <w:rsid w:val="001E4FA6"/>
    <w:rsid w:val="001E617D"/>
    <w:rsid w:val="001F1511"/>
    <w:rsid w:val="001F792F"/>
    <w:rsid w:val="002175EC"/>
    <w:rsid w:val="00235B91"/>
    <w:rsid w:val="0024144F"/>
    <w:rsid w:val="00246DC3"/>
    <w:rsid w:val="002674A0"/>
    <w:rsid w:val="002801A0"/>
    <w:rsid w:val="00283030"/>
    <w:rsid w:val="00284622"/>
    <w:rsid w:val="00284DF6"/>
    <w:rsid w:val="002B45BF"/>
    <w:rsid w:val="002B56EF"/>
    <w:rsid w:val="002C009D"/>
    <w:rsid w:val="002C62DF"/>
    <w:rsid w:val="002D1D92"/>
    <w:rsid w:val="002D1FDD"/>
    <w:rsid w:val="002D4932"/>
    <w:rsid w:val="002D5B06"/>
    <w:rsid w:val="002D6501"/>
    <w:rsid w:val="002D7724"/>
    <w:rsid w:val="002E4F0C"/>
    <w:rsid w:val="002F089B"/>
    <w:rsid w:val="002F467C"/>
    <w:rsid w:val="002F55A1"/>
    <w:rsid w:val="003114BF"/>
    <w:rsid w:val="003233F0"/>
    <w:rsid w:val="00340AA8"/>
    <w:rsid w:val="00347FA3"/>
    <w:rsid w:val="003552FA"/>
    <w:rsid w:val="0039024E"/>
    <w:rsid w:val="003A20DC"/>
    <w:rsid w:val="003D41FF"/>
    <w:rsid w:val="003F121C"/>
    <w:rsid w:val="003F161E"/>
    <w:rsid w:val="003F18B0"/>
    <w:rsid w:val="003F4DE1"/>
    <w:rsid w:val="00406A4F"/>
    <w:rsid w:val="00415F0B"/>
    <w:rsid w:val="00426586"/>
    <w:rsid w:val="00433606"/>
    <w:rsid w:val="0044132D"/>
    <w:rsid w:val="0044599E"/>
    <w:rsid w:val="004564FD"/>
    <w:rsid w:val="004755E0"/>
    <w:rsid w:val="00493DA4"/>
    <w:rsid w:val="004944FD"/>
    <w:rsid w:val="004A3259"/>
    <w:rsid w:val="004B1F1C"/>
    <w:rsid w:val="004C1567"/>
    <w:rsid w:val="004D04A8"/>
    <w:rsid w:val="004D7A8C"/>
    <w:rsid w:val="004F3289"/>
    <w:rsid w:val="0050273F"/>
    <w:rsid w:val="0051296D"/>
    <w:rsid w:val="0052450A"/>
    <w:rsid w:val="00525613"/>
    <w:rsid w:val="0053218C"/>
    <w:rsid w:val="00540BB8"/>
    <w:rsid w:val="00541FA4"/>
    <w:rsid w:val="00573ABB"/>
    <w:rsid w:val="00585E80"/>
    <w:rsid w:val="005A73EB"/>
    <w:rsid w:val="005B3FD4"/>
    <w:rsid w:val="005C08B7"/>
    <w:rsid w:val="005D6C02"/>
    <w:rsid w:val="00602310"/>
    <w:rsid w:val="00605B46"/>
    <w:rsid w:val="00606BB8"/>
    <w:rsid w:val="00607D75"/>
    <w:rsid w:val="00617520"/>
    <w:rsid w:val="00650425"/>
    <w:rsid w:val="00652461"/>
    <w:rsid w:val="006C3684"/>
    <w:rsid w:val="006D04BF"/>
    <w:rsid w:val="006D6FA3"/>
    <w:rsid w:val="006E58E2"/>
    <w:rsid w:val="006F3DC7"/>
    <w:rsid w:val="00711DC3"/>
    <w:rsid w:val="00712577"/>
    <w:rsid w:val="00721B86"/>
    <w:rsid w:val="007273F6"/>
    <w:rsid w:val="00727D8E"/>
    <w:rsid w:val="00747AC3"/>
    <w:rsid w:val="00750351"/>
    <w:rsid w:val="00780A1A"/>
    <w:rsid w:val="007A69C3"/>
    <w:rsid w:val="007A7800"/>
    <w:rsid w:val="007B0DD6"/>
    <w:rsid w:val="007C4228"/>
    <w:rsid w:val="007F3B80"/>
    <w:rsid w:val="008221D9"/>
    <w:rsid w:val="008270C0"/>
    <w:rsid w:val="008378E3"/>
    <w:rsid w:val="00853CA0"/>
    <w:rsid w:val="00860AC6"/>
    <w:rsid w:val="008722C9"/>
    <w:rsid w:val="00881CC5"/>
    <w:rsid w:val="008876E5"/>
    <w:rsid w:val="008A3F19"/>
    <w:rsid w:val="008A58CF"/>
    <w:rsid w:val="008A6677"/>
    <w:rsid w:val="008E2F57"/>
    <w:rsid w:val="008E398E"/>
    <w:rsid w:val="008F0874"/>
    <w:rsid w:val="0090541D"/>
    <w:rsid w:val="009104C2"/>
    <w:rsid w:val="00915728"/>
    <w:rsid w:val="00917F0A"/>
    <w:rsid w:val="00922DB9"/>
    <w:rsid w:val="00927D99"/>
    <w:rsid w:val="00946CCD"/>
    <w:rsid w:val="0095015A"/>
    <w:rsid w:val="00960DA1"/>
    <w:rsid w:val="00980699"/>
    <w:rsid w:val="00986C07"/>
    <w:rsid w:val="00997E44"/>
    <w:rsid w:val="009A38B2"/>
    <w:rsid w:val="009B4752"/>
    <w:rsid w:val="009B4F1F"/>
    <w:rsid w:val="009C6985"/>
    <w:rsid w:val="009D033A"/>
    <w:rsid w:val="009D6252"/>
    <w:rsid w:val="009E1DE2"/>
    <w:rsid w:val="009E5D84"/>
    <w:rsid w:val="009F44B0"/>
    <w:rsid w:val="00A0439C"/>
    <w:rsid w:val="00A238D4"/>
    <w:rsid w:val="00A3724B"/>
    <w:rsid w:val="00A4017F"/>
    <w:rsid w:val="00A5334F"/>
    <w:rsid w:val="00A60E1F"/>
    <w:rsid w:val="00A62BBA"/>
    <w:rsid w:val="00A70541"/>
    <w:rsid w:val="00A82029"/>
    <w:rsid w:val="00A845E9"/>
    <w:rsid w:val="00A86C4C"/>
    <w:rsid w:val="00A9377E"/>
    <w:rsid w:val="00AA130B"/>
    <w:rsid w:val="00AA2419"/>
    <w:rsid w:val="00AA7400"/>
    <w:rsid w:val="00AC072B"/>
    <w:rsid w:val="00AF1F51"/>
    <w:rsid w:val="00AF52D6"/>
    <w:rsid w:val="00B02FAD"/>
    <w:rsid w:val="00B136CD"/>
    <w:rsid w:val="00B15A60"/>
    <w:rsid w:val="00B310B8"/>
    <w:rsid w:val="00B36DB3"/>
    <w:rsid w:val="00B37264"/>
    <w:rsid w:val="00B55FA1"/>
    <w:rsid w:val="00B600DF"/>
    <w:rsid w:val="00B64468"/>
    <w:rsid w:val="00B77966"/>
    <w:rsid w:val="00B804B3"/>
    <w:rsid w:val="00B83D42"/>
    <w:rsid w:val="00BD4CBE"/>
    <w:rsid w:val="00BD7CE5"/>
    <w:rsid w:val="00BE3CBA"/>
    <w:rsid w:val="00BE50F7"/>
    <w:rsid w:val="00BE5AE8"/>
    <w:rsid w:val="00BE6045"/>
    <w:rsid w:val="00BF239C"/>
    <w:rsid w:val="00C00A3B"/>
    <w:rsid w:val="00C02A55"/>
    <w:rsid w:val="00C110E1"/>
    <w:rsid w:val="00C21CFC"/>
    <w:rsid w:val="00C41251"/>
    <w:rsid w:val="00C4561A"/>
    <w:rsid w:val="00C90A10"/>
    <w:rsid w:val="00C90F55"/>
    <w:rsid w:val="00C94605"/>
    <w:rsid w:val="00CD0E44"/>
    <w:rsid w:val="00CF0602"/>
    <w:rsid w:val="00CF085F"/>
    <w:rsid w:val="00D02185"/>
    <w:rsid w:val="00D33E5E"/>
    <w:rsid w:val="00D64B9B"/>
    <w:rsid w:val="00D8312E"/>
    <w:rsid w:val="00D92FF1"/>
    <w:rsid w:val="00DA2A96"/>
    <w:rsid w:val="00DB35A1"/>
    <w:rsid w:val="00DD03EF"/>
    <w:rsid w:val="00DD6632"/>
    <w:rsid w:val="00DE7183"/>
    <w:rsid w:val="00DF7D02"/>
    <w:rsid w:val="00E13542"/>
    <w:rsid w:val="00E15DA8"/>
    <w:rsid w:val="00E23C14"/>
    <w:rsid w:val="00E24EB3"/>
    <w:rsid w:val="00E334F0"/>
    <w:rsid w:val="00E44081"/>
    <w:rsid w:val="00E70689"/>
    <w:rsid w:val="00E74909"/>
    <w:rsid w:val="00E77FB8"/>
    <w:rsid w:val="00E8438A"/>
    <w:rsid w:val="00E94CAD"/>
    <w:rsid w:val="00E96649"/>
    <w:rsid w:val="00EA5D53"/>
    <w:rsid w:val="00EB2BFB"/>
    <w:rsid w:val="00EB5ED1"/>
    <w:rsid w:val="00EC0115"/>
    <w:rsid w:val="00EC4E4E"/>
    <w:rsid w:val="00EF367F"/>
    <w:rsid w:val="00F00346"/>
    <w:rsid w:val="00F129A0"/>
    <w:rsid w:val="00F2224F"/>
    <w:rsid w:val="00F23AD4"/>
    <w:rsid w:val="00F30105"/>
    <w:rsid w:val="00F34E9C"/>
    <w:rsid w:val="00F411C3"/>
    <w:rsid w:val="00F42E50"/>
    <w:rsid w:val="00F53706"/>
    <w:rsid w:val="00F6147D"/>
    <w:rsid w:val="00F6478A"/>
    <w:rsid w:val="00F65421"/>
    <w:rsid w:val="00F732E3"/>
    <w:rsid w:val="00F82AD0"/>
    <w:rsid w:val="00FA3116"/>
    <w:rsid w:val="00FB6780"/>
    <w:rsid w:val="00FC4E9A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A2D7E3"/>
  <w15:docId w15:val="{41ADCE95-687C-4597-B8FE-43A48FA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rFonts w:ascii="Arial" w:hAnsi="Arial"/>
      <w:sz w:val="22"/>
      <w:lang w:val="de-DE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1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</w:style>
  <w:style w:type="paragraph" w:customStyle="1" w:styleId="Flietext">
    <w:name w:val="Fließtext"/>
    <w:basedOn w:val="Normaallaad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Kommentaariviide">
    <w:name w:val="annotation reference"/>
    <w:semiHidden/>
    <w:rPr>
      <w:sz w:val="16"/>
    </w:rPr>
  </w:style>
  <w:style w:type="paragraph" w:styleId="Kommentaaritekst">
    <w:name w:val="annotation text"/>
    <w:basedOn w:val="Normaallaad"/>
    <w:semiHidden/>
    <w:rPr>
      <w:sz w:val="20"/>
    </w:rPr>
  </w:style>
  <w:style w:type="paragraph" w:styleId="Jutumullitekst">
    <w:name w:val="Balloon Text"/>
    <w:basedOn w:val="Normaallaad"/>
    <w:link w:val="JutumullitekstMrk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perlink">
    <w:name w:val="Hyperlink"/>
    <w:unhideWhenUsed/>
    <w:rsid w:val="00C02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Veskimae\Downloads\LW%20EE%20VE_LEONHARD%20WEISS%20VIATER%20O&#220;%20kirjaplank%20(8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304517-cff6-4664-b9fe-bb1894875c22" xsi:nil="true"/>
    <lcf76f155ced4ddcb4097134ff3c332f xmlns="b7acf019-11c9-45a9-877a-956a69a066c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906BB7B53B24ABFEFCA184312D25C" ma:contentTypeVersion="10" ma:contentTypeDescription="Create a new document." ma:contentTypeScope="" ma:versionID="b10381d7802dbfaeb3ce6bdd5806f8fa">
  <xsd:schema xmlns:xsd="http://www.w3.org/2001/XMLSchema" xmlns:xs="http://www.w3.org/2001/XMLSchema" xmlns:p="http://schemas.microsoft.com/office/2006/metadata/properties" xmlns:ns2="b7acf019-11c9-45a9-877a-956a69a066c0" xmlns:ns3="ce304517-cff6-4664-b9fe-bb1894875c22" targetNamespace="http://schemas.microsoft.com/office/2006/metadata/properties" ma:root="true" ma:fieldsID="f5195d9a14db1a47888a5423cb2f9d35" ns2:_="" ns3:_="">
    <xsd:import namespace="b7acf019-11c9-45a9-877a-956a69a066c0"/>
    <xsd:import namespace="ce304517-cff6-4664-b9fe-bb1894875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cf019-11c9-45a9-877a-956a69a06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04517-cff6-4664-b9fe-bb1894875c2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fd3e6-4c06-42f4-9d88-abb2879a3a14}" ma:internalName="TaxCatchAll" ma:showField="CatchAllData" ma:web="ce304517-cff6-4664-b9fe-bb1894875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30C08-05B2-42C6-94BB-0EEFE2CCE587}">
  <ds:schemaRefs>
    <ds:schemaRef ds:uri="http://schemas.microsoft.com/office/2006/metadata/properties"/>
    <ds:schemaRef ds:uri="http://schemas.microsoft.com/office/infopath/2007/PartnerControls"/>
    <ds:schemaRef ds:uri="ce304517-cff6-4664-b9fe-bb1894875c22"/>
    <ds:schemaRef ds:uri="b7acf019-11c9-45a9-877a-956a69a066c0"/>
  </ds:schemaRefs>
</ds:datastoreItem>
</file>

<file path=customXml/itemProps2.xml><?xml version="1.0" encoding="utf-8"?>
<ds:datastoreItem xmlns:ds="http://schemas.openxmlformats.org/officeDocument/2006/customXml" ds:itemID="{8E7E84D3-8A1F-476B-92A9-A61C50C1E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F1613-1775-4193-BB5C-2D6ADE5DC6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EE366E-005C-443C-A4A5-12C19EE83F47}"/>
</file>

<file path=docProps/app.xml><?xml version="1.0" encoding="utf-8"?>
<Properties xmlns="http://schemas.openxmlformats.org/officeDocument/2006/extended-properties" xmlns:vt="http://schemas.openxmlformats.org/officeDocument/2006/docPropsVTypes">
  <Template>LW EE VE_LEONHARD WEISS VIATER OÜ kirjaplank (8).dotx</Template>
  <TotalTime>0</TotalTime>
  <Pages>1</Pages>
  <Words>49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Company>LEONHARD WEISS GmbH &amp; Co.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Veskimäe, Livia</dc:creator>
  <cp:keywords/>
  <cp:lastModifiedBy>Voolaid, Vello</cp:lastModifiedBy>
  <cp:revision>72</cp:revision>
  <cp:lastPrinted>2019-06-13T09:24:00Z</cp:lastPrinted>
  <dcterms:created xsi:type="dcterms:W3CDTF">2024-11-27T07:14:00Z</dcterms:created>
  <dcterms:modified xsi:type="dcterms:W3CDTF">2025-09-18T06:59:00Z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0x010100388906BB7B53B24ABFEFCA184312D25C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